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43369" w14:textId="77777777" w:rsidR="00202A50" w:rsidRPr="00202A50" w:rsidRDefault="00202A50" w:rsidP="00202A5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02A5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SARS-CoV-2/human/USA/NY-CDC-ASC210627763/2021, complete genome</w:t>
      </w:r>
    </w:p>
    <w:p w14:paraId="40F522D4" w14:textId="77777777" w:rsidR="00202A50" w:rsidRPr="00202A50" w:rsidRDefault="00202A50" w:rsidP="00202A5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t>GenBank: OM079299.1</w:t>
      </w:r>
    </w:p>
    <w:p w14:paraId="1745F722" w14:textId="77777777" w:rsidR="00202A50" w:rsidRPr="00202A50" w:rsidRDefault="00202A50" w:rsidP="00202A5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"https://www.ncbi.nlm.nih.gov/nuccore/OM079299.1?report=fasta" </w:instrText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02A5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"https://www.ncbi.nlm.nih.gov/nuccore/OM079299.1?report=graph" </w:instrText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02A5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79299.1"/>
    <w:bookmarkEnd w:id="1"/>
    <w:p w14:paraId="72269E34" w14:textId="77777777" w:rsidR="00202A50" w:rsidRPr="00202A50" w:rsidRDefault="00202A50" w:rsidP="00202A5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"https://www.ncbi.nlm.nih.gov/nuccore/OM079299.1" \l "goto2171936075_0" </w:instrText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02A5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02A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E901C5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LOCUS       OM079299               29799 bp    RNA     linear   VRL 31-DEC-2021</w:t>
      </w:r>
    </w:p>
    <w:p w14:paraId="099BFB5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006FCB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SARS-CoV-2/human/USA/NY-CDC-ASC210627763/2021, complete genome.</w:t>
      </w:r>
    </w:p>
    <w:p w14:paraId="671AFCA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ACCESSION   OM079299</w:t>
      </w:r>
    </w:p>
    <w:p w14:paraId="115CA27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VERSION     OM079299.1</w:t>
      </w:r>
    </w:p>
    <w:p w14:paraId="29D251E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9BEE9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"https://www.ncbi.nlm.nih.gov/biosample/SAMN24503997"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SAMN24503997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1E00F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318985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19A194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C97FE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03DA8F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88743C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840DAE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1B1B8C9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AEC61A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96C233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490722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478860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EBAB36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B814FB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ADCA68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DEE657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0DB72B7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70B7EF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F13E5C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9623D9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8E2665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07DA55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F3D1D9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6A46CD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(30-DEC-2021) Respiratory Viruses Branch, Division of</w:t>
      </w:r>
    </w:p>
    <w:p w14:paraId="0CF139A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D3E37B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6ECB5E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79299.1"/>
      <w:bookmarkEnd w:id="2"/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20B6F3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BB6FE4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645CD8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EEA5E7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79299.1"/>
      <w:bookmarkEnd w:id="3"/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0365AC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3045B85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DBDF45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B5293E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A01D67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/isolate="SARS-CoV-2/human/USA/NY-CDC-ASC210627763/2021"</w:t>
      </w:r>
    </w:p>
    <w:p w14:paraId="238D9EA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B0D079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DE94DA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53D32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0CD986A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/collection_date="2021-12-16"</w:t>
      </w:r>
    </w:p>
    <w:p w14:paraId="10102AB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"https://www.ncbi.nlm.nih.gov/nuccore/OM079299.1?from=241&amp;to=21518"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744354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BD8F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"https://www.ncbi.nlm.nih.gov/nuccore/OM079299.1?location=241:13431,13431:21518"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77FCAE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98094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FA8272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F2FED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28ACF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"https://www.ncbi.nlm.nih.gov/protein/2171936076"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UHV76469.1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7F840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F8B84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2C2CE1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66A299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1C9834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ABD54C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C6B4B9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B4100B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C56EE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3D837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EE85DD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365E2F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6C1FFD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B80C59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289CE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F171C9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4B1615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3F02A5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F94F60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0AEC9F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8648A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9E965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CFAA01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LHPDSATLVSDIDITFLKKDAPYIVGDVVQEGVLTVVVIPTKKAGGTTEMLAKALRKV</w:t>
      </w:r>
    </w:p>
    <w:p w14:paraId="65DC37F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C5C062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63DC1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EFEDF0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2BF01B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4B267C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443F5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43FDF9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170EFD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AE7C2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4DDA49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600B03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375FD9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8E2CD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95B540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FB275A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C58E9A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A087EE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2F9A94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EDFF39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08FD54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8F6935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680069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889AFD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52C09F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587EB2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A55128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CB3C8D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82BA74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DBC64B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F6FD2B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FF3660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79F346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1AA1CE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6246AE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E26836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68BCB9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7C0DB95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58C30D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E3BB50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39BA09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46D51D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0E8B44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A58599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A70C06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29125A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55D438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5F4EBD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00931F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BCE787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AEF6B6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DF74A6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2EDDC9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A341C7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FLNRVCGVSAARLTPCGTGTSTDVVYRAFDIYNDKVASFAKFLKTNCCRFQEKDEDDN</w:t>
      </w:r>
    </w:p>
    <w:p w14:paraId="0C33EC8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F04AEF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1B9D42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10C0D5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668BF8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B87D68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53F213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1E9F8C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7FA7E5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FCD3CA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F9C9ED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687447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E5A3FB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74AB84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88B63C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67F1AF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53B2C0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A14293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27EBAD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2D28D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29E127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537BDE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67DB3E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F6C062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E34E07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D93BDA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7DE63C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9A70CD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8A50A8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E92604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085095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AC539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B2CB87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DADB09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B5C079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49B0B6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B127F4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FA9E4D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3BC02D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EC5AE9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0C7074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E6F32B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AFA77D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5D4649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02508C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7CF364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362163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"https://www.ncbi.nlm.nih.gov/protein/UHV76469.1?from=1&amp;to=180"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4FBF0D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5310F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DBDC72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"https://www.ncbi.nlm.nih.gov/protein/UHV76469.1?from=181&amp;to=818"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48E796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D3B0B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C2F4FF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"https://www.ncbi.nlm.nih.gov/protein/UHV76469.1?from=819&amp;to=2762"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E1ACD3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033D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B12808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"https://www.ncbi.nlm.nih.gov/protein/UHV76469.1?from=2763&amp;to=3262"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FDA5D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498A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717ED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"https://www.ncbi.nlm.nih.gov/protein/UHV76469.1?from=3263&amp;to=3568"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41C943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6FCB9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6E23B1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"https://www.ncbi.nlm.nih.gov/protein/UHV76469.1?from=3569&amp;to=3855"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002D0E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141F8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0B5FE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"https://www.ncbi.nlm.nih.gov/protein/UHV76469.1?from=3856&amp;to=3938"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16C030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BD0E0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ACF8D9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"https://www.ncbi.nlm.nih.gov/protein/UHV76469.1?from=3939&amp;to=4136"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776AC8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64B8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84C5D9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"https://www.ncbi.nlm.nih.gov/protein/UHV76469.1?from=4137&amp;to=4249"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4B085F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10091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93A296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"https://www.ncbi.nlm.nih.gov/protein/UHV76469.1?from=4250&amp;to=4388"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752162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29A61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FD4E5B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"https://www.ncbi.nlm.nih.gov/protein/UHV76469.1?from=4389&amp;to=5320"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57C996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15159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BEA75F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"https://www.ncbi.nlm.nih.gov/protein/UHV76469.1?from=5321&amp;to=5921"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CBD118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523E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94E5A6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"https://www.ncbi.nlm.nih.gov/protein/UHV76469.1?from=5922&amp;to=6448"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4DEF48A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33F0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056D6C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"https://www.ncbi.nlm.nih.gov/protein/UHV76469.1?from=6449&amp;to=6794"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E79558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D1C97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E2BD73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"https://www.ncbi.nlm.nih.gov/protein/UHV76469.1?from=6795&amp;to=7092"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2ED31A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969C2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CF043E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"https://www.ncbi.nlm.nih.gov/nuccore/OM079299.1?from=241&amp;to=13446"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869CB5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A9801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A4163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3F56C1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"https://www.ncbi.nlm.nih.gov/protein/2171936077"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UHV76470.1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3F764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2A890A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7C2260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E394F0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798B44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47E1C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8AC6F2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A31BE7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1644F5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043B4D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07D4A7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9F619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A6FE94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255E3C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410E51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732B23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EEB3A8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130108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BF6BE3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3EC468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A59ACB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D449B6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C09FEC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LHPDSATLVSDIDITFLKKDAPYIVGDVVQEGVLTVVVIPTKKAGGTTEMLAKALRKV</w:t>
      </w:r>
    </w:p>
    <w:p w14:paraId="4680F68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C7DB29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D3A259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AC236E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7C021B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0DA4A5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163A64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6EFD3F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9A40F4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5EA575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A25111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B0EC9C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15F7FE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7BAAB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F64F87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F9D4B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07929C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344EE0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66CF6A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D3F8E7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A48E8E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A1BF44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D774C7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4BE4B8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36528A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AD6677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E4CFCC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A8B2ED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891F82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2E9D39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F676FD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E3A947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85DD7A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327976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0E94EC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17FC67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DEE8AF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356129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81474D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3D410B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992DCF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233629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85B296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C5044B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E69C4D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B1AFE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DB5AFB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E23034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041A80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1D85B0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428FBC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34EE5A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4CDA0B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F9AA2C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A62D1F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"https://www.ncbi.nlm.nih.gov/protein/UHV76470.1?from=1&amp;to=180"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C1EF2E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59B53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E8A511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"https://www.ncbi.nlm.nih.gov/protein/UHV76470.1?from=181&amp;to=818"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B55526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46B64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CB5D2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"https://www.ncbi.nlm.nih.gov/protein/UHV76470.1?from=819&amp;to=2762"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6C1137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14403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BEFD66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"https://www.ncbi.nlm.nih.gov/protein/UHV76470.1?from=2763&amp;to=3262"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B01A44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9319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0BFF48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"https://www.ncbi.nlm.nih.gov/protein/UHV76470.1?from=3263&amp;to=3568"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F1498E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A1F0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4C3F10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"https://www.ncbi.nlm.nih.gov/protein/UHV76470.1?from=3569&amp;to=3855"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C01A16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9AF2A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45B7D2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"https://www.ncbi.nlm.nih.gov/protein/UHV76470.1?from=3856&amp;to=3938"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4DE345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B8BA7C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B06EE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"https://www.ncbi.nlm.nih.gov/protein/UHV76470.1?from=3939&amp;to=4136"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69ABC0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2C2FE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F36CF8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"https://www.ncbi.nlm.nih.gov/protein/UHV76470.1?from=4137&amp;to=4249"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4C4CF6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5670D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331B8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"https://www.ncbi.nlm.nih.gov/protein/UHV76470.1?from=4250&amp;to=4388"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BB3F1D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50CEB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41742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"https://www.ncbi.nlm.nih.gov/protein/UHV76470.1?from=4389&amp;to=4401"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0B7184B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FDC2D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E2881D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"https://www.ncbi.nlm.nih.gov/nuccore/OM079299.1?from=13439&amp;to=13466"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309860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6840A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84BBF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82B717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"https://www.ncbi.nlm.nih.gov/nuccore/OM079299.1?from=13451&amp;to=13505"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65AC6C0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B9DA5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EF9BDC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DF25F6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"https://www.ncbi.nlm.nih.gov/nuccore/OM079299.1?from=21526&amp;to=25338"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3642994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00299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"https://www.ncbi.nlm.nih.gov/nuccore/OM079299.1?from=21526&amp;to=25338"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548610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4BFBF0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0F8BA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E6DCDB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"https://www.ncbi.nlm.nih.gov/protein/2171936078"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UHV76471.1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7A31A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BCFF92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497634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EC8878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E039BE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B81F68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3DB05D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47CB5F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0F5CC36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4C132F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2CDF55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249035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612BF9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84C84D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A90A0B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972754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70B0F9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E62276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68DF3C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ECD177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D092C3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3F1C52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D24F8C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E67D58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"https://www.ncbi.nlm.nih.gov/nuccore/OM079299.1?from=25347&amp;to=26174"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078B9C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7CA1D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"https://www.ncbi.nlm.nih.gov/nuccore/OM079299.1?from=25347&amp;to=26174"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259DA6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C1C495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36FAC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C3F928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"https://www.ncbi.nlm.nih.gov/protein/2171936079"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UHV76472.1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E48CD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3FC31D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D10796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C0ECAD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E87C9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A3B038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"https://www.ncbi.nlm.nih.gov/nuccore/OM079299.1?from=26199&amp;to=26426"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6503090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7EAAE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"https://www.ncbi.nlm.nih.gov/nuccore/OM079299.1?from=26199&amp;to=26426"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66F842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2DF8B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ABDD9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96205B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"https://www.ncbi.nlm.nih.gov/protein/2171936080"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UHV76473.1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82E99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9474B9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F2B0F7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"https://www.ncbi.nlm.nih.gov/nuccore/OM079299.1?from=26477&amp;to=27145"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61FCD92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C23FC3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"https://www.ncbi.nlm.nih.gov/nuccore/OM079299.1?from=26477&amp;to=27145"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B8EDF2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312F47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386BC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48B1A7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"https://www.ncbi.nlm.nih.gov/protein/2171936081"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UHV76474.1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822B8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7CCC90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648524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3F8A487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370BA83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540564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"https://www.ncbi.nlm.nih.gov/nuccore/OM079299.1?from=27156&amp;to=27341"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03A28D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23DE4D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"https://www.ncbi.nlm.nih.gov/nuccore/OM079299.1?from=27156&amp;to=27341"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B82294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75B8B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3B57D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5A5780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"https://www.ncbi.nlm.nih.gov/protein/2171936082"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UHV76475.1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FB2CE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9F5FA1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C877D2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"https://www.ncbi.nlm.nih.gov/nuccore/OM079299.1?from=27348&amp;to=27713"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4D9EBC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36451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"https://www.ncbi.nlm.nih.gov/nuccore/OM079299.1?from=27348&amp;to=27713"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8059ED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AAB278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18FB5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06F8F3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"https://www.ncbi.nlm.nih.gov/protein/2171936083"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UHV76476.1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D579C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2ACE65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E0D54E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07EC55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"https://www.ncbi.nlm.nih.gov/nuccore/OM079299.1?from=27710&amp;to=27841"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1A66310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74259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"https://www.ncbi.nlm.nih.gov/nuccore/OM079299.1?from=27710&amp;to=27841"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BD24EA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E215C4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DECFD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ED7303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"https://www.ncbi.nlm.nih.gov/protein/2171936084"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UHV76477.1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62472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551CAA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"https://www.ncbi.nlm.nih.gov/nuccore/OM079299.1?from=27848&amp;to=28213"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DD8A78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9F189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"https://www.ncbi.nlm.nih.gov/nuccore/OM079299.1?from=27848&amp;to=28213"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417E538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658697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D2F63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03D4D3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"https://www.ncbi.nlm.nih.gov/protein/2171936085"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UHV76478.1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C8F72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ABE4C6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1864FA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8AAAF0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"https://www.ncbi.nlm.nih.gov/nuccore/OM079299.1?from=28228&amp;to=29478"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708A47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19925D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"https://www.ncbi.nlm.nih.gov/nuccore/OM079299.1?from=28228&amp;to=29478"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4B4CA78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6C4CA4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68FE70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99E88A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"https://www.ncbi.nlm.nih.gov/protein/2171936086"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UHV76479.1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EC4BD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126A8F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32DADA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A6AE16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15676D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D1B414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9A3E25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F2FCBA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7A46C2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"https://www.ncbi.nlm.nih.gov/nuccore/OM079299.1?from=29503&amp;to=29619"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39D7087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6D6CD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"https://www.ncbi.nlm.nih.gov/nuccore/OM079299.1?from=29503&amp;to=29619"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45F54E3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C78E1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A2117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C84123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"https://www.ncbi.nlm.nih.gov/protein/2171936087"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UHV76480.1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BB8CB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3112B8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"https://www.ncbi.nlm.nih.gov/nuccore/OM079299.1?from=29554&amp;to=29589"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04BEDF8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92654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044652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"https://www.ncbi.nlm.nih.gov/nuccore/OM079299.1?from=29574&amp;to=29602"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0AEA706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E5E49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480881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"https://www.ncbi.nlm.nih.gov/nuccore/OM079299.1?from=29673&amp;to=29713" </w:instrTex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02A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41F2D75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C3CFD4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ACD553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79299.1"/>
      <w:bookmarkEnd w:id="4"/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624C448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2EDC59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6C1DD7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659ED2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62EAEF1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9E338F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D0D665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61C3F8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4BDAD5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BAF4B7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EEE761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D35E94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842880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4B6A5D5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A8B03A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5217267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D2B30B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CF8D0F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0768B6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ECF7E5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92E636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3A7A50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0172019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DB4AD6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76CA87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4E890D4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7AD0408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2494B8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0E40A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7649C4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9CB398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46C1BF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2796D4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77613B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8474FE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2D0EF1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4720D1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566D183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247401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2717B3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069162F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28EAA8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63095C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0EE7E2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86AAB5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F3BBDD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1ED978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2DBBE8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3295E1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50B8DC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74A8A3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1A657E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586D13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0143F4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3CD92D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508807F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DA68D3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9841B7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C1EB60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713A899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DBDCF6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5CAA95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AD033D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062B8B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6563CD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56912E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0B07A34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F10AA5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tgttgtggtt</w:t>
      </w:r>
    </w:p>
    <w:p w14:paraId="7D62F47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849498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E979BA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93A87E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57C213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612868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0FBFE38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F89716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6CFC2A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B6B326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A7A241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AC74B7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AA5F3A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B816A7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EDF445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64E361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17D104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5E749E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50B7E1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4F0D0E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158C2A7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3D46795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53AAC5F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979851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5F4E1C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E86A89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EFEC17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E518BF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3973350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13C562F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6739F3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6CB0AF6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1456D1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F75E1A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85E40D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72E9960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62D46F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207284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79FE88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0CA8759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35B4B11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FFAD43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04ACFEE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BBCB11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0E3E91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272413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43CD2B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C6C9A5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1D6A9A2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DA7D49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A94185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E77DB1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71CCE6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72654F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5495D5D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33900E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0CE4846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5B8E94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1DAB5B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0E7A14A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C774F7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82F76C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FED345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69FEE63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2D1E32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9044AF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4BC28D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17699F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DFE645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35D1B6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5F018A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16EF86C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7E1269B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36E812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15C74F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300782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40F62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D555B6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EA1446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6BCB160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9185A1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644041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A5D858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50D8551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16457DB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2F5BDD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87F9B9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280F78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8A5CB3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3B70F10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6DAF49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48E6A31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30B9FF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0004B52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FA74F2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094297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F06A41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CD1467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388393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4C07B67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5EF0CC9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6E5043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ADF592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56CA06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351C0A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2593DA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49E3DB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65B1F1A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690E75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007D39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374E142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96858D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4324F1D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B5DC43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73DD51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A249C1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985C65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4C16243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877FF1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E81D62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6020E0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7E11DA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23B53D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90CB74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7DFD38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0C3678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368167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B338ED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3FB378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78F029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4629FE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69CA32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022CDBC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0DF8206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2FF273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118F809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4945932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D2C002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6C0F046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729BA2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36D6CA5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91CA46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0ADCAE0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4F0C565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759631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B3AF2C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F81519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F24647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22E720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AD895A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1F2538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587C3C4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3121A43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2A5E12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0BC0CE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947010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240076D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ctagttttgc taaattccta aaaactaatt</w:t>
      </w:r>
    </w:p>
    <w:p w14:paraId="40DAE5A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8A8F43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74AD8C7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0F28AB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3BFA40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A03B64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B7545B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D0081F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7864CE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640020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709B439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0F7C479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DD3B9A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E87472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6C0FE6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4EBA1F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EB1223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C7AC5F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1D0965B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C9077F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D57586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AE77C8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DA10C5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663B33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9DEE24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369B987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0A3492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DD5C1D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2C7B33F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D86890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D432DF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1546B8C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52B09D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F25B11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407580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8C8156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EEAC22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F26230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51BE3B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9FAF73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BEA9A7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234F53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4B00FF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161D13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0A444A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8EACFC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2331CA9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48365BE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8714EB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5DE698F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287935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62D9A9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E8FC50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C859BC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0CB5975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2D7B454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D1DDE3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DE2652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61506BF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54A4C1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6E5660D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02CD87A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1D8BA1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2683B0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43AD8C9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3F7E2F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7CACA3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9BD5C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083386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5176A9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6E5FD10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CE3EF8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7F683DF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D1D402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633373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35DB10E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0243D6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95500F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4D14094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14B4F67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D60B90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2A7346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392652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23F6E2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5672792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09DDD7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3457C4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BBDF1D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0F4551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871613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10AA8F1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A40034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4C99A4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5312CC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A8EA51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D60D1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2642B98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8D5074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F85EDD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600214E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4AE93D9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0ED530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B9706B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BE965E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53F8584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960003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2F66A4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257BCC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AF2AEF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3B2EC68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C839EA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06A7CE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00469D0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0022F9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5EE79F5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76D901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7E0C589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AAFE61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91AA14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DA8E41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3446B3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2D2747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3ECB2F1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3DA0C6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2F1A81B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26F023F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659FF78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4E785C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010402A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1E7897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7A91027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818F7C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0E622F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77D78AB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22F1381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1B00B6D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5727D8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1446FC8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0251FE3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E92488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CF5B7B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994DED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F349F6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0D474C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190FD3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124FEC2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F2413C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616765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66C65C9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62DAF22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0488D88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0E861E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E00BC1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D3CFB7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67883C7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7085074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A74613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DC3618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6B80BE3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50D7BA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314E6AE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2867C53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300653C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DC9EAD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46430E4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586867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4E2500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592649C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2CEA556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34DC1E8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7B8BD20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3E05E84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3ABF3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6BBD36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1EA8F8F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365107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736CB6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C2509A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3F0151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5C663A3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8D463F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670BCA9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4A6867E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2673A0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6D2AC77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1D33B3D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638635C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2EC955B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CE9A86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AEDE18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2F2437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31358B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83F439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6E0FEF6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746071E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2FE6DF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65CDFF8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2AD1244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46A8FA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77154F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0788B86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2317B33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5F4336B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09726B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1B4BCE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DBED66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1D3354D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554B14B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3C66DBC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109D0E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009F506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7ADC8B9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79E4B3B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5D05DC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5A9BE4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4BF6A69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5061595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1ADA684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DD9E1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A9DA9C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D869FB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0A91AD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2276DC1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ctggacacnn</w:t>
      </w:r>
    </w:p>
    <w:p w14:paraId="44E6CE5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658724AA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0C96830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052D3AE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33A3C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5C4273C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C615AA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3DDFE16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0D72EB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6A281DCF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00C8DA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1CA3186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37EB43D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796599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3DF7981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E92D14B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1741EC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ECCE3A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545413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3CE40837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131BFE0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33ECF01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3C28562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7883C5D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7249764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074BBCB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F947FFD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EFF0B3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195F069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6D8CAA3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486A03C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261EB09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2699AE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8674D2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1E08B45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EFAEA7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0B017295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1957D1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6EEBE53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6AC477D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E367ACE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5B11E283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582BA5D6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1D85F25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36ADAC4C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3FB7B328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0560CD51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6DB15059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466461D0" w14:textId="77777777" w:rsidR="00202A50" w:rsidRPr="00202A50" w:rsidRDefault="00202A50" w:rsidP="00202A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02A5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EFBCB2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A5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02A50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868261"/>
  <w15:chartTrackingRefBased/>
  <w15:docId w15:val="{61A3BA67-2752-004D-AF07-9A67318B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7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5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6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8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62174</Characters>
  <Application>Microsoft Office Word</Application>
  <DocSecurity>0</DocSecurity>
  <Lines>518</Lines>
  <Paragraphs>145</Paragraphs>
  <ScaleCrop>false</ScaleCrop>
  <Company/>
  <LinksUpToDate>false</LinksUpToDate>
  <CharactersWithSpaces>72936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2023-02-06T03:19:00Z</dcterms:created>
  <dcterms:modified xsi:type="dcterms:W3CDTF">2023-02-06T03:20:00Z</dcterms:modified>
</cp:coreProperties>
</file>